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3D639F2" w14:textId="77777777" w:rsidR="00624D54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67D8D">
        <w:rPr>
          <w:b/>
          <w:color w:val="FF5200" w:themeColor="accent2"/>
          <w:sz w:val="36"/>
          <w:szCs w:val="36"/>
        </w:rPr>
        <w:t>„</w:t>
      </w:r>
      <w:r w:rsidR="00167D8D" w:rsidRPr="00167D8D">
        <w:rPr>
          <w:b/>
          <w:color w:val="FF5200" w:themeColor="accent2"/>
          <w:sz w:val="36"/>
          <w:szCs w:val="36"/>
        </w:rPr>
        <w:t>Revize elektrických zařízení UTZ sdělovací a zabezpečovací techniky v obvodu SSZT OŘ UNL 2026-2027</w:t>
      </w:r>
      <w:r w:rsidR="0031280B" w:rsidRPr="00167D8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783D5441" w:rsidR="008B1A2C" w:rsidRDefault="000128D4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624D54">
        <w:rPr>
          <w:b/>
          <w:color w:val="FF5200" w:themeColor="accent2"/>
          <w:sz w:val="32"/>
          <w:szCs w:val="32"/>
        </w:rPr>
        <w:t xml:space="preserve">vedené pod </w:t>
      </w:r>
      <w:r w:rsidR="00624D54" w:rsidRPr="00624D54">
        <w:rPr>
          <w:b/>
          <w:color w:val="FF5200" w:themeColor="accent2"/>
          <w:sz w:val="32"/>
          <w:szCs w:val="32"/>
        </w:rPr>
        <w:t xml:space="preserve">č.j. </w:t>
      </w:r>
      <w:r w:rsidR="00624D54" w:rsidRPr="00624D54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30651/2025-SŽ-OŘ UNL-OVZ</w:t>
      </w:r>
    </w:p>
    <w:p w14:paraId="7995B453" w14:textId="77777777" w:rsidR="00B83632" w:rsidRPr="00B87D91" w:rsidRDefault="00B83632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1C2CA14" w14:textId="08EAECC7" w:rsidR="00B83632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4349921" w:history="1">
            <w:r w:rsidR="00B83632" w:rsidRPr="00991791">
              <w:rPr>
                <w:rStyle w:val="Hypertextovodkaz"/>
                <w:noProof/>
              </w:rPr>
              <w:t>Kapitola 1.</w:t>
            </w:r>
            <w:r w:rsidR="00B8363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83632" w:rsidRPr="00991791">
              <w:rPr>
                <w:rStyle w:val="Hypertextovodkaz"/>
                <w:noProof/>
              </w:rPr>
              <w:t>Základní údaje k nabídce</w:t>
            </w:r>
            <w:r w:rsidR="00B83632">
              <w:rPr>
                <w:noProof/>
                <w:webHidden/>
              </w:rPr>
              <w:tab/>
            </w:r>
            <w:r w:rsidR="00B83632">
              <w:rPr>
                <w:noProof/>
                <w:webHidden/>
              </w:rPr>
              <w:fldChar w:fldCharType="begin"/>
            </w:r>
            <w:r w:rsidR="00B83632">
              <w:rPr>
                <w:noProof/>
                <w:webHidden/>
              </w:rPr>
              <w:instrText xml:space="preserve"> PAGEREF _Toc214349921 \h </w:instrText>
            </w:r>
            <w:r w:rsidR="00B83632">
              <w:rPr>
                <w:noProof/>
                <w:webHidden/>
              </w:rPr>
            </w:r>
            <w:r w:rsidR="00B83632">
              <w:rPr>
                <w:noProof/>
                <w:webHidden/>
              </w:rPr>
              <w:fldChar w:fldCharType="separate"/>
            </w:r>
            <w:r w:rsidR="00B83632">
              <w:rPr>
                <w:noProof/>
                <w:webHidden/>
              </w:rPr>
              <w:t>2</w:t>
            </w:r>
            <w:r w:rsidR="00B83632">
              <w:rPr>
                <w:noProof/>
                <w:webHidden/>
              </w:rPr>
              <w:fldChar w:fldCharType="end"/>
            </w:r>
          </w:hyperlink>
        </w:p>
        <w:p w14:paraId="38CF39E8" w14:textId="50D893E8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2" w:history="1">
            <w:r w:rsidRPr="0099179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D4E8E" w14:textId="1927BF24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3" w:history="1">
            <w:r w:rsidRPr="0099179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B45D3" w14:textId="3D6ADAFF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4" w:history="1">
            <w:r w:rsidRPr="0099179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E277E3" w14:textId="4F623C57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5" w:history="1">
            <w:r w:rsidRPr="0099179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E0256" w14:textId="6C8A18B8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6" w:history="1">
            <w:r w:rsidRPr="00991791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C8EA6" w14:textId="0E958D38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7" w:history="1">
            <w:r w:rsidRPr="00991791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0939AA" w14:textId="78DEB39A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8" w:history="1">
            <w:r w:rsidRPr="00991791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</w:t>
            </w:r>
            <w:r w:rsidRPr="0099179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613E9" w14:textId="6314DD49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29" w:history="1">
            <w:r w:rsidRPr="00991791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</w:t>
            </w:r>
            <w:r w:rsidRPr="00991791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6B3B9" w14:textId="130B8227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30" w:history="1">
            <w:r w:rsidRPr="00991791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991791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9B77E" w14:textId="129D1528" w:rsidR="00B83632" w:rsidRDefault="00B8363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349931" w:history="1">
            <w:r w:rsidRPr="00991791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1791">
              <w:rPr>
                <w:rStyle w:val="Hypertextovodkaz"/>
                <w:noProof/>
              </w:rPr>
              <w:t>Čestné</w:t>
            </w:r>
            <w:r w:rsidRPr="00991791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_Toc214349931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0D13D3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1434992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4E42E239" w14:textId="77777777" w:rsidR="00F1158B" w:rsidRPr="00F1158B" w:rsidRDefault="00EA444A" w:rsidP="00F1158B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</w:pPr>
      <w:r w:rsidRPr="00F1158B">
        <w:rPr>
          <w:rFonts w:eastAsia="Times New Roman" w:cs="Times New Roman"/>
          <w:lang w:eastAsia="cs-CZ"/>
        </w:rPr>
        <w:t xml:space="preserve">Zastoupená </w:t>
      </w:r>
      <w:r w:rsidR="00F1158B" w:rsidRPr="00F1158B">
        <w:t>Ing. Martinem Kašparem</w:t>
      </w:r>
      <w:r w:rsidRPr="00F1158B">
        <w:t xml:space="preserve">, </w:t>
      </w:r>
      <w:r w:rsidR="00F1158B" w:rsidRPr="00F1158B">
        <w:t xml:space="preserve">ředitelem organizační jednotky </w:t>
      </w:r>
    </w:p>
    <w:p w14:paraId="51E167B5" w14:textId="4AC88AAE" w:rsidR="00EA444A" w:rsidRDefault="00F1158B" w:rsidP="00F1158B">
      <w:pPr>
        <w:overflowPunct w:val="0"/>
        <w:autoSpaceDE w:val="0"/>
        <w:autoSpaceDN w:val="0"/>
        <w:adjustRightInd w:val="0"/>
        <w:spacing w:after="0" w:line="240" w:lineRule="auto"/>
        <w:ind w:left="2124"/>
        <w:textAlignment w:val="baseline"/>
        <w:rPr>
          <w:rFonts w:eastAsia="Times New Roman" w:cs="Times New Roman"/>
          <w:b/>
          <w:lang w:eastAsia="cs-CZ"/>
        </w:rPr>
      </w:pPr>
      <w:r w:rsidRPr="00F1158B">
        <w:t xml:space="preserve">       </w:t>
      </w:r>
      <w:r w:rsidR="00EA444A" w:rsidRPr="00F1158B">
        <w:t xml:space="preserve">na základě pověření č. </w:t>
      </w:r>
      <w:r w:rsidRPr="00F1158B">
        <w:t>2652</w:t>
      </w:r>
      <w:r w:rsidR="00EA444A" w:rsidRPr="00F1158B">
        <w:t xml:space="preserve"> ze dne </w:t>
      </w:r>
      <w:r w:rsidRPr="00F1158B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17BCEC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67D8D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5B8651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24D5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24D5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first" r:id="rId14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1434992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1434992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1434992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1434992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3255DF0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F1158B" w:rsidRPr="00F1158B">
        <w:rPr>
          <w:rFonts w:eastAsia="Times New Roman" w:cs="Times New Roman"/>
          <w:lang w:eastAsia="cs-CZ"/>
        </w:rPr>
        <w:t>3</w:t>
      </w:r>
      <w:r w:rsidR="00E85D44" w:rsidRPr="00F1158B">
        <w:rPr>
          <w:rFonts w:eastAsia="Times New Roman" w:cs="Times New Roman"/>
          <w:lang w:eastAsia="cs-CZ"/>
        </w:rPr>
        <w:t xml:space="preserve"> významných služeb</w:t>
      </w:r>
      <w:r w:rsidR="00E85D44">
        <w:rPr>
          <w:rFonts w:eastAsia="Times New Roman" w:cs="Times New Roman"/>
          <w:lang w:eastAsia="cs-CZ"/>
        </w:rPr>
        <w:t xml:space="preserve"> definovaných v čl. </w:t>
      </w:r>
      <w:r w:rsidR="00F1158B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F1158B">
        <w:rPr>
          <w:rFonts w:eastAsia="Times New Roman" w:cs="Times New Roman"/>
          <w:lang w:eastAsia="cs-CZ"/>
        </w:rPr>
        <w:t>za každou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F1158B">
        <w:rPr>
          <w:rFonts w:eastAsia="Times New Roman" w:cs="Times New Roman"/>
          <w:lang w:eastAsia="cs-CZ"/>
        </w:rPr>
        <w:t>1 500 000,-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415D74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B25F33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B3E9702" w14:textId="0AB4C5D3" w:rsidR="00E85D44" w:rsidRDefault="00E85D44" w:rsidP="00F1158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ABC2B5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1158B" w14:paraId="65BB556B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AB2F" w14:textId="77777777" w:rsidR="00F1158B" w:rsidRDefault="00F1158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FA66" w14:textId="77777777" w:rsidR="00F1158B" w:rsidRDefault="00F1158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EA1B" w14:textId="77777777" w:rsidR="00F1158B" w:rsidRDefault="00F1158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D97D" w14:textId="77777777" w:rsidR="00F1158B" w:rsidRDefault="00F1158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1434992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F11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1158B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F1158B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1158B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F1158B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F11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2362AB3B" w14:textId="2D824203" w:rsidR="00F44645" w:rsidRPr="00F1158B" w:rsidRDefault="00F1158B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F1158B">
              <w:rPr>
                <w:rFonts w:eastAsia="Times New Roman" w:cs="Times New Roman"/>
                <w:b/>
                <w:bCs/>
                <w:lang w:eastAsia="cs-CZ"/>
              </w:rPr>
              <w:t>Revizní technik UTZ</w:t>
            </w:r>
          </w:p>
        </w:tc>
        <w:tc>
          <w:tcPr>
            <w:tcW w:w="4352" w:type="dxa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F11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52077929" w:rsidR="00F44645" w:rsidRPr="00F1158B" w:rsidRDefault="00F1158B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F1158B">
              <w:rPr>
                <w:rFonts w:eastAsia="Times New Roman" w:cs="Times New Roman"/>
                <w:b/>
                <w:bCs/>
                <w:lang w:eastAsia="cs-CZ"/>
              </w:rPr>
              <w:t>Revizní technik UTZ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F1158B" w14:paraId="274AC354" w14:textId="77777777" w:rsidTr="00F11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1158B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F1158B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F1158B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F1158B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F1158B" w14:paraId="4057DA1D" w14:textId="77777777" w:rsidTr="00F11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F1158B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F1158B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F1158B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F1158B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F1158B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F1158B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F1158B">
        <w:rPr>
          <w:rFonts w:eastAsia="Times New Roman" w:cs="Times New Roman"/>
          <w:highlight w:val="green"/>
          <w:lang w:eastAsia="cs-CZ"/>
        </w:rPr>
        <w:t>Životopis Název funkce</w:t>
      </w:r>
    </w:p>
    <w:p w14:paraId="37DB50D5" w14:textId="77777777" w:rsidR="00F44645" w:rsidRPr="00F1158B" w:rsidRDefault="00F44645" w:rsidP="00F44645">
      <w:pPr>
        <w:spacing w:after="0"/>
        <w:rPr>
          <w:rFonts w:eastAsia="Times New Roman" w:cs="Times New Roman"/>
          <w:highlight w:val="green"/>
          <w:lang w:eastAsia="cs-CZ"/>
        </w:rPr>
      </w:pPr>
      <w:r w:rsidRPr="00F1158B">
        <w:rPr>
          <w:rFonts w:eastAsia="Times New Roman" w:cs="Times New Roman"/>
          <w:highlight w:val="green"/>
          <w:lang w:eastAsia="cs-CZ"/>
        </w:rPr>
        <w:t>Výpisy z rejstříku trestů ke všem osobám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F1158B">
        <w:rPr>
          <w:rFonts w:eastAsia="Times New Roman" w:cs="Times New Roman"/>
          <w:highlight w:val="gree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26F17DC1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14349927"/>
      <w:r w:rsidRPr="000128D4">
        <w:lastRenderedPageBreak/>
        <w:t>Čestné prohlášení o ekonomické kvalifikaci</w:t>
      </w:r>
      <w:bookmarkEnd w:id="7"/>
      <w:r w:rsidR="00F1158B">
        <w:t xml:space="preserve"> – Zadavatel nepožaduje</w:t>
      </w: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03C00652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1434992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1434992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F241CAA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1158B">
        <w:rPr>
          <w:rFonts w:ascii="Verdana" w:hAnsi="Verdana"/>
          <w:b/>
          <w:bCs/>
        </w:rPr>
        <w:t>Revize elektrických zařízení UTZ sdělovací a zabezpečovací techniky v obvodu SSZT OŘ UNL 2026-2027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05E7D716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F1158B">
        <w:rPr>
          <w:rFonts w:ascii="Verdana" w:hAnsi="Verdana"/>
        </w:rPr>
        <w:t>„</w:t>
      </w:r>
      <w:r w:rsidR="00F1158B">
        <w:rPr>
          <w:rFonts w:ascii="Verdana" w:hAnsi="Verdana"/>
          <w:b/>
          <w:bCs/>
        </w:rPr>
        <w:t>Revize elektrických zařízení UTZ sdělovací a zabezpečovací techniky v obvodu SSZT OŘ UNL 2026-2027</w:t>
      </w:r>
      <w:r w:rsidR="00F1158B">
        <w:rPr>
          <w:rFonts w:ascii="Verdana" w:hAnsi="Verdana"/>
        </w:rPr>
        <w:t>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1434993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1434993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E5EE925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EDD5A" w14:textId="34A7A482" w:rsidR="00B83632" w:rsidRPr="00D6163D" w:rsidRDefault="00B83632" w:rsidP="00FC6389">
    <w:pPr>
      <w:pStyle w:val="Zhlav"/>
      <w:rPr>
        <w:sz w:val="8"/>
        <w:szCs w:val="8"/>
      </w:rPr>
    </w:pPr>
  </w:p>
  <w:p w14:paraId="143EB916" w14:textId="77777777" w:rsidR="00B83632" w:rsidRPr="00460660" w:rsidRDefault="00B83632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F6A1B56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67D8D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4D54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3632"/>
    <w:rsid w:val="00B8518B"/>
    <w:rsid w:val="00B87D91"/>
    <w:rsid w:val="00B93EF0"/>
    <w:rsid w:val="00BD42CA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CF6613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7E31"/>
    <w:rsid w:val="00E85D44"/>
    <w:rsid w:val="00EA02CF"/>
    <w:rsid w:val="00EA444A"/>
    <w:rsid w:val="00EB104F"/>
    <w:rsid w:val="00EC18DE"/>
    <w:rsid w:val="00ED14BD"/>
    <w:rsid w:val="00F0533E"/>
    <w:rsid w:val="00F1048D"/>
    <w:rsid w:val="00F1158B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BD42CA"/>
    <w:rsid w:val="00CF6613"/>
    <w:rsid w:val="00E67E3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97</TotalTime>
  <Pages>13</Pages>
  <Words>1865</Words>
  <Characters>11009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23</cp:revision>
  <cp:lastPrinted>2017-11-28T17:18:00Z</cp:lastPrinted>
  <dcterms:created xsi:type="dcterms:W3CDTF">2023-03-01T08:18:00Z</dcterms:created>
  <dcterms:modified xsi:type="dcterms:W3CDTF">2025-11-19T06:24:00Z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